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AED288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46F72">
        <w:rPr>
          <w:lang w:val="en-GB"/>
        </w:rPr>
        <w:t>21-G001-25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004FCCB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F30246">
        <w:rPr>
          <w:rFonts w:ascii="Calibri" w:hAnsi="Calibri" w:cs="Calibri"/>
          <w:lang w:val="en-GB"/>
        </w:rPr>
        <w:t xml:space="preserve">Ministry of Fisheries and </w:t>
      </w:r>
      <w:r w:rsidR="00652314">
        <w:rPr>
          <w:rFonts w:ascii="Calibri" w:hAnsi="Calibri" w:cs="Calibri"/>
          <w:lang w:val="en-GB"/>
        </w:rPr>
        <w:t>Ocean Resources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32AA0CAE"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246F72">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5CF0362" w14:textId="77777777" w:rsidR="003B5C8B" w:rsidRDefault="003B5C8B" w:rsidP="00166C12">
      <w:pPr>
        <w:rPr>
          <w:lang w:val="en-GB"/>
        </w:rPr>
      </w:pPr>
    </w:p>
    <w:p w14:paraId="6495EC33" w14:textId="77777777" w:rsidR="00246F72" w:rsidRPr="006249AE" w:rsidRDefault="00246F72" w:rsidP="00246F72">
      <w:pPr>
        <w:rPr>
          <w:lang w:val="en-GB"/>
        </w:rPr>
      </w:pPr>
      <w:bookmarkStart w:id="23" w:name="_Toc44938302"/>
      <w:r w:rsidRPr="006249AE">
        <w:rPr>
          <w:lang w:val="en-GB"/>
        </w:rPr>
        <w:t>To: Secretary</w:t>
      </w:r>
    </w:p>
    <w:p w14:paraId="66935710" w14:textId="77777777" w:rsidR="00246F72" w:rsidRPr="006249AE" w:rsidRDefault="00246F72" w:rsidP="00246F72">
      <w:pPr>
        <w:rPr>
          <w:lang w:val="en-GB"/>
        </w:rPr>
      </w:pPr>
      <w:r w:rsidRPr="006249AE">
        <w:rPr>
          <w:lang w:val="en-GB"/>
        </w:rPr>
        <w:t xml:space="preserve">       Ministry of Finance &amp; Economic Development</w:t>
      </w:r>
    </w:p>
    <w:p w14:paraId="3D7FE84A" w14:textId="77777777" w:rsidR="00246F72" w:rsidRPr="006249AE" w:rsidRDefault="00246F72" w:rsidP="00246F72">
      <w:pPr>
        <w:rPr>
          <w:lang w:val="en-GB"/>
        </w:rPr>
      </w:pPr>
      <w:r w:rsidRPr="006249AE">
        <w:rPr>
          <w:lang w:val="en-GB"/>
        </w:rPr>
        <w:t xml:space="preserve">       Bairiki, Tarawa</w:t>
      </w:r>
    </w:p>
    <w:p w14:paraId="6EFF32CD" w14:textId="77777777" w:rsidR="00246F72" w:rsidRPr="006249AE" w:rsidRDefault="00246F72" w:rsidP="00246F72">
      <w:pPr>
        <w:rPr>
          <w:lang w:val="en-GB"/>
        </w:rPr>
      </w:pPr>
      <w:r w:rsidRPr="006249AE">
        <w:rPr>
          <w:lang w:val="en-GB"/>
        </w:rPr>
        <w:t xml:space="preserve">       Republic of Kiribati</w:t>
      </w:r>
    </w:p>
    <w:p w14:paraId="4F4CCD18" w14:textId="77777777" w:rsidR="00246F72" w:rsidRPr="006249AE" w:rsidRDefault="00246F72" w:rsidP="00246F72">
      <w:pPr>
        <w:rPr>
          <w:lang w:val="en-GB"/>
        </w:rPr>
      </w:pPr>
    </w:p>
    <w:p w14:paraId="5064FDD7" w14:textId="77777777" w:rsidR="00246F72" w:rsidRPr="006249AE" w:rsidRDefault="00246F72" w:rsidP="00246F72">
      <w:pPr>
        <w:rPr>
          <w:lang w:val="en-GB"/>
        </w:rPr>
      </w:pPr>
      <w:r w:rsidRPr="006249AE">
        <w:rPr>
          <w:lang w:val="en-GB"/>
        </w:rPr>
        <w:t>Attention: Central Procurement Unit</w:t>
      </w:r>
    </w:p>
    <w:p w14:paraId="4D6AFF11" w14:textId="59220290" w:rsidR="00246F72" w:rsidRPr="006249AE" w:rsidRDefault="00246F72" w:rsidP="00246F72">
      <w:pPr>
        <w:rPr>
          <w:lang w:val="en-GB"/>
        </w:rPr>
      </w:pPr>
      <w:r w:rsidRPr="006249AE">
        <w:rPr>
          <w:lang w:val="en-GB"/>
        </w:rPr>
        <w:t xml:space="preserve">Procurement number: </w:t>
      </w:r>
      <w:r>
        <w:rPr>
          <w:lang w:val="en-GB"/>
        </w:rPr>
        <w:t>21-G001-25</w:t>
      </w:r>
    </w:p>
    <w:p w14:paraId="47891B2F" w14:textId="77777777" w:rsidR="00652314" w:rsidRDefault="00652314" w:rsidP="00652314">
      <w:pPr>
        <w:rPr>
          <w:lang w:val="en-GB"/>
        </w:rPr>
      </w:pPr>
    </w:p>
    <w:p w14:paraId="2A135786" w14:textId="1C2160BE" w:rsidR="00DD5C4C" w:rsidRPr="007F3777" w:rsidRDefault="00EB3125" w:rsidP="00652314">
      <w:pPr>
        <w:rPr>
          <w:rFonts w:cs="Calibri"/>
          <w:sz w:val="28"/>
          <w:szCs w:val="28"/>
          <w:lang w:eastAsia="ko-KR"/>
        </w:rPr>
      </w:pPr>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2D6AA8F" w14:textId="77777777" w:rsidR="00246F72" w:rsidRPr="007F3777" w:rsidRDefault="00246F72" w:rsidP="00246F7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705A042A" w14:textId="77777777" w:rsidR="00246F72" w:rsidRDefault="00246F72" w:rsidP="00246F72">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485EC5C1" w14:textId="77777777" w:rsidR="00246F72" w:rsidRDefault="00246F72" w:rsidP="00246F72">
      <w:pPr>
        <w:ind w:left="360"/>
        <w:rPr>
          <w:rFonts w:cs="Calibri"/>
          <w:lang w:val="en-GB"/>
        </w:rPr>
      </w:pPr>
      <w:r>
        <w:rPr>
          <w:rFonts w:cs="Calibri"/>
          <w:lang w:val="en-GB"/>
        </w:rPr>
        <w:t>b(i) Certified business registration from MTCIC for local tenderers and a valid business registration for international tenderers</w:t>
      </w:r>
    </w:p>
    <w:p w14:paraId="76D558BF" w14:textId="77777777" w:rsidR="00246F72" w:rsidRDefault="00246F72" w:rsidP="00246F72">
      <w:pPr>
        <w:ind w:left="360"/>
        <w:rPr>
          <w:rFonts w:cs="Calibri"/>
          <w:lang w:val="en-GB"/>
        </w:rPr>
      </w:pPr>
      <w:r>
        <w:rPr>
          <w:rFonts w:cs="Calibri"/>
          <w:lang w:val="en-GB"/>
        </w:rPr>
        <w:t>b(ii) Tax clearance letter from Tax Office. Those having tax debts should be having instalment agreement with the Tax Office</w:t>
      </w:r>
    </w:p>
    <w:p w14:paraId="71BA9D35" w14:textId="77777777" w:rsidR="00246F72" w:rsidRDefault="00246F72" w:rsidP="00246F72">
      <w:pPr>
        <w:ind w:left="360"/>
        <w:rPr>
          <w:rFonts w:cs="Calibri"/>
          <w:lang w:val="en-GB"/>
        </w:rPr>
      </w:pPr>
      <w:r>
        <w:rPr>
          <w:rFonts w:cs="Calibri"/>
          <w:lang w:val="en-GB"/>
        </w:rPr>
        <w:t>b(iii) Operational business license</w:t>
      </w:r>
    </w:p>
    <w:p w14:paraId="1F2DE3FB" w14:textId="77777777" w:rsidR="00246F72" w:rsidRPr="00032400" w:rsidRDefault="00246F72" w:rsidP="00246F72">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3E8FD30D" w14:textId="77777777" w:rsidR="00246F72" w:rsidRPr="007F3777" w:rsidRDefault="00246F72" w:rsidP="00246F7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2EA05C69" w14:textId="77777777" w:rsidR="00246F72" w:rsidRPr="007F3777" w:rsidRDefault="00246F72" w:rsidP="00246F7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4D641C15"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246F72">
        <w:rPr>
          <w:rFonts w:ascii="Calibri" w:eastAsia="Times New Roman" w:hAnsi="Calibri" w:cs="Calibri"/>
          <w:lang w:val="en-GB"/>
        </w:rPr>
        <w:t>-e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lastRenderedPageBreak/>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680D9E">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EBB72" w14:textId="77777777" w:rsidR="00E07D15" w:rsidRDefault="00E07D15">
      <w:r>
        <w:separator/>
      </w:r>
    </w:p>
  </w:endnote>
  <w:endnote w:type="continuationSeparator" w:id="0">
    <w:p w14:paraId="7350777F" w14:textId="77777777" w:rsidR="00E07D15" w:rsidRDefault="00E07D15">
      <w:r>
        <w:continuationSeparator/>
      </w:r>
    </w:p>
  </w:endnote>
  <w:endnote w:type="continuationNotice" w:id="1">
    <w:p w14:paraId="71E3F320" w14:textId="77777777" w:rsidR="00E07D15" w:rsidRDefault="00E07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30246" w:rsidRPr="00F30246">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30246" w:rsidRPr="00F30246">
      <w:rPr>
        <w:noProof/>
        <w:color w:val="17365D" w:themeColor="text2" w:themeShade="BF"/>
        <w:lang w:val="sv-SE"/>
      </w:rPr>
      <w:t>7</w:t>
    </w:r>
    <w:r>
      <w:rPr>
        <w:color w:val="17365D" w:themeColor="text2" w:themeShade="BF"/>
      </w:rPr>
      <w:fldChar w:fldCharType="end"/>
    </w:r>
  </w:p>
  <w:p w14:paraId="213B5D63" w14:textId="5E503281" w:rsidR="00133D55" w:rsidRDefault="00133D55" w:rsidP="004878F3">
    <w:pPr>
      <w:pStyle w:val="Footer"/>
    </w:pPr>
    <w:r>
      <w:fldChar w:fldCharType="begin"/>
    </w:r>
    <w:r>
      <w:instrText xml:space="preserve"> DATE \@ "yyyy-MM-dd" </w:instrText>
    </w:r>
    <w:r>
      <w:fldChar w:fldCharType="separate"/>
    </w:r>
    <w:r w:rsidR="00246F72">
      <w:rPr>
        <w:noProof/>
      </w:rPr>
      <w:t>2025-10-10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217E5" w14:textId="77777777" w:rsidR="00E07D15" w:rsidRDefault="00E07D15">
      <w:r>
        <w:separator/>
      </w:r>
    </w:p>
  </w:footnote>
  <w:footnote w:type="continuationSeparator" w:id="0">
    <w:p w14:paraId="552D9DE3" w14:textId="77777777" w:rsidR="00E07D15" w:rsidRDefault="00E07D15">
      <w:r>
        <w:continuationSeparator/>
      </w:r>
    </w:p>
  </w:footnote>
  <w:footnote w:type="continuationNotice" w:id="1">
    <w:p w14:paraId="1FA73A34" w14:textId="77777777" w:rsidR="00E07D15" w:rsidRDefault="00E07D1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B08A4D8"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2541838">
    <w:abstractNumId w:val="1"/>
  </w:num>
  <w:num w:numId="2" w16cid:durableId="1306857619">
    <w:abstractNumId w:val="12"/>
  </w:num>
  <w:num w:numId="3" w16cid:durableId="583953040">
    <w:abstractNumId w:val="13"/>
  </w:num>
  <w:num w:numId="4" w16cid:durableId="85465851">
    <w:abstractNumId w:val="7"/>
  </w:num>
  <w:num w:numId="5" w16cid:durableId="1534226522">
    <w:abstractNumId w:val="6"/>
  </w:num>
  <w:num w:numId="6" w16cid:durableId="520510651">
    <w:abstractNumId w:val="9"/>
  </w:num>
  <w:num w:numId="7" w16cid:durableId="84425630">
    <w:abstractNumId w:val="8"/>
  </w:num>
  <w:num w:numId="8" w16cid:durableId="1721830980">
    <w:abstractNumId w:val="11"/>
  </w:num>
  <w:num w:numId="9" w16cid:durableId="100953307">
    <w:abstractNumId w:val="0"/>
  </w:num>
  <w:num w:numId="10" w16cid:durableId="475419271">
    <w:abstractNumId w:val="10"/>
  </w:num>
  <w:num w:numId="11" w16cid:durableId="611865375">
    <w:abstractNumId w:val="4"/>
  </w:num>
  <w:num w:numId="12" w16cid:durableId="966357614">
    <w:abstractNumId w:val="3"/>
  </w:num>
  <w:num w:numId="13" w16cid:durableId="339625222">
    <w:abstractNumId w:val="5"/>
  </w:num>
  <w:num w:numId="14" w16cid:durableId="1106371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4C1B"/>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D7C83"/>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6F72"/>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C8B"/>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E5697"/>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314"/>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D9E"/>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3FC5"/>
    <w:rsid w:val="00794B41"/>
    <w:rsid w:val="00795C3E"/>
    <w:rsid w:val="00796DC8"/>
    <w:rsid w:val="0079701C"/>
    <w:rsid w:val="007A02DA"/>
    <w:rsid w:val="007A28C6"/>
    <w:rsid w:val="007A3E71"/>
    <w:rsid w:val="007A56FE"/>
    <w:rsid w:val="007A5E4A"/>
    <w:rsid w:val="007B04E2"/>
    <w:rsid w:val="007B0AEC"/>
    <w:rsid w:val="007B2660"/>
    <w:rsid w:val="007B2CFF"/>
    <w:rsid w:val="007B32D1"/>
    <w:rsid w:val="007B54A7"/>
    <w:rsid w:val="007C0D3A"/>
    <w:rsid w:val="007C11EA"/>
    <w:rsid w:val="007C181C"/>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2FD3"/>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C76"/>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4278"/>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0FA6"/>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D15"/>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0246"/>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224363-720F-438D-9C88-2419083F3FCC}">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1837</Words>
  <Characters>10472</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2025-10-07T00:33:00Z</dcterms:created>
  <dcterms:modified xsi:type="dcterms:W3CDTF">2025-10-09T21:05:00Z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